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6369C310" w14:textId="20D5E6B5" w:rsidR="00B172EC" w:rsidRPr="0017695A" w:rsidRDefault="00181A46" w:rsidP="00352421">
          <w:pPr>
            <w:pStyle w:val="Titul2"/>
          </w:pPr>
          <w:r w:rsidRPr="00893F8A" w:rsidDel="00F772C6">
            <w:rPr>
              <w:rStyle w:val="Nzevakce"/>
              <w:b/>
            </w:rPr>
            <w:t>„</w:t>
          </w:r>
          <w:r w:rsidR="00893F8A" w:rsidRPr="00893F8A">
            <w:rPr>
              <w:rStyle w:val="Nzevakce"/>
              <w:b/>
            </w:rPr>
            <w:t>Zvýšení trakčního výkonu TNS Břeclav</w:t>
          </w:r>
          <w:r w:rsidRPr="00893F8A" w:rsidDel="00F772C6">
            <w:rPr>
              <w:rStyle w:val="Nzevakce"/>
              <w:b/>
            </w:rPr>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6B4DFF85" w14:textId="63F7DEF8" w:rsidR="00C96E7C" w:rsidRDefault="00893F8A" w:rsidP="00871FAC">
      <w:pPr>
        <w:pStyle w:val="Textbezodsazen"/>
      </w:pPr>
      <w:r>
        <w:t xml:space="preserve">Mgr. Stanislav Vaněk, e-mail: </w:t>
      </w:r>
      <w:hyperlink r:id="rId11" w:history="1">
        <w:r w:rsidRPr="004519C8">
          <w:rPr>
            <w:rStyle w:val="Hypertextovodkaz"/>
            <w:noProof w:val="0"/>
          </w:rPr>
          <w:t>VanekS@spravazeleznic.cz</w:t>
        </w:r>
      </w:hyperlink>
      <w:r>
        <w:t xml:space="preserve">, tel: +420 722 809 799 </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03D69F2B" w14:textId="16A1916A" w:rsidR="007B065A" w:rsidRPr="00A45DB9" w:rsidRDefault="002D7BD2" w:rsidP="007B065A">
      <w:pPr>
        <w:pStyle w:val="PNTextzkladn"/>
      </w:pPr>
      <w:bookmarkStart w:id="0" w:name="_Hlk135650157"/>
      <w:r>
        <w:t xml:space="preserve">Faktury budou vystavené v souladu s Právními předpisy. </w:t>
      </w:r>
      <w:bookmarkStart w:id="1" w:name="_Hlk135650207"/>
      <w:bookmarkEnd w:id="0"/>
      <w:r w:rsidR="007B065A" w:rsidRPr="00EC11FF">
        <w:rPr>
          <w:i/>
          <w:color w:val="00B050"/>
        </w:rPr>
        <w:t xml:space="preserve">  </w:t>
      </w:r>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lastRenderedPageBreak/>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r w:rsidR="002D7BD2" w:rsidRPr="00097CAC">
        <w:rPr>
          <w:b/>
        </w:rPr>
        <w:t>uccchjm</w:t>
      </w:r>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6DA94BB5" w14:textId="655E2225" w:rsidR="002D7BD2" w:rsidRPr="00B94735" w:rsidRDefault="00E43960" w:rsidP="002D7BD2">
      <w:pPr>
        <w:pStyle w:val="PNTextPoznmkazelen"/>
      </w:pPr>
      <w:r>
        <w:t xml:space="preserve"> </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39E7C47" w14:textId="677E7DC6" w:rsidR="00C96E7C" w:rsidRPr="00A45DB9" w:rsidRDefault="00C96E7C" w:rsidP="00A45DB9">
      <w:pPr>
        <w:pStyle w:val="Nadpisbezsl1-2"/>
      </w:pPr>
      <w:r>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p w14:paraId="0187F6D5" w14:textId="77777777" w:rsidR="00A45DB9" w:rsidRPr="00A45DB9" w:rsidRDefault="00A45DB9" w:rsidP="00A45DB9"/>
    <w:tbl>
      <w:tblPr>
        <w:tblStyle w:val="Mkatabulky"/>
        <w:tblW w:w="8868" w:type="dxa"/>
        <w:tblLook w:val="04E0" w:firstRow="1" w:lastRow="1" w:firstColumn="1" w:lastColumn="0" w:noHBand="0" w:noVBand="1"/>
      </w:tblPr>
      <w:tblGrid>
        <w:gridCol w:w="2947"/>
        <w:gridCol w:w="5921"/>
      </w:tblGrid>
      <w:tr w:rsidR="00E41EEA"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77777777" w:rsidR="00E41EEA" w:rsidRPr="005D168C" w:rsidRDefault="00E41EEA" w:rsidP="005D168C">
            <w:pPr>
              <w:pStyle w:val="Tabulka"/>
              <w:rPr>
                <w:b/>
              </w:rPr>
            </w:pPr>
            <w:r w:rsidRPr="005D168C">
              <w:rPr>
                <w:b/>
              </w:rPr>
              <w:t>Popis</w:t>
            </w:r>
          </w:p>
        </w:tc>
        <w:tc>
          <w:tcPr>
            <w:tcW w:w="5921" w:type="dxa"/>
          </w:tcPr>
          <w:p w14:paraId="5F2CC7D1"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A45DB9" w14:paraId="6D94CF87"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5C3760BE" w14:textId="77777777" w:rsidR="00A45DB9" w:rsidRPr="000E267E" w:rsidRDefault="00A45DB9" w:rsidP="00A45DB9">
            <w:pPr>
              <w:pStyle w:val="Tabulka"/>
              <w:rPr>
                <w:b/>
                <w:bCs/>
              </w:rPr>
            </w:pPr>
            <w:r w:rsidRPr="000E267E">
              <w:rPr>
                <w:b/>
                <w:bCs/>
              </w:rPr>
              <w:t>Sekce 1 (projekční část)</w:t>
            </w:r>
          </w:p>
          <w:p w14:paraId="4E5424B7" w14:textId="53873675" w:rsidR="00A45DB9" w:rsidRDefault="00A45DB9" w:rsidP="00A45DB9">
            <w:pPr>
              <w:pStyle w:val="Tabulka"/>
            </w:pPr>
            <w:r w:rsidRPr="007B1804">
              <w:t>Zhotovení Projektové dokumentace PDPS</w:t>
            </w:r>
          </w:p>
        </w:tc>
        <w:tc>
          <w:tcPr>
            <w:tcW w:w="5921" w:type="dxa"/>
          </w:tcPr>
          <w:p w14:paraId="2C9F8026" w14:textId="77777777" w:rsidR="00A45DB9" w:rsidRDefault="00A45DB9" w:rsidP="00A45DB9">
            <w:pPr>
              <w:overflowPunct w:val="0"/>
              <w:autoSpaceDE w:val="0"/>
              <w:autoSpaceDN w:val="0"/>
              <w:adjustRightInd w:val="0"/>
              <w:spacing w:after="120"/>
              <w:textAlignment w:val="baseline"/>
              <w:cnfStyle w:val="000000000000" w:firstRow="0" w:lastRow="0" w:firstColumn="0" w:lastColumn="0" w:oddVBand="0" w:evenVBand="0" w:oddHBand="0" w:evenHBand="0" w:firstRowFirstColumn="0" w:firstRowLastColumn="0" w:lastRowFirstColumn="0" w:lastRowLastColumn="0"/>
            </w:pPr>
            <w:r>
              <w:t>9</w:t>
            </w:r>
            <w:r w:rsidRPr="00781E57">
              <w:t xml:space="preserve"> měsíců od Data zahájení prací</w:t>
            </w:r>
          </w:p>
          <w:p w14:paraId="0D115920" w14:textId="7E03EBA5" w:rsidR="00A45DB9" w:rsidRDefault="00A45DB9" w:rsidP="00A45DB9">
            <w:pPr>
              <w:pStyle w:val="Tabulka"/>
              <w:cnfStyle w:val="000000000000" w:firstRow="0" w:lastRow="0" w:firstColumn="0" w:lastColumn="0" w:oddVBand="0" w:evenVBand="0" w:oddHBand="0" w:evenHBand="0" w:firstRowFirstColumn="0" w:firstRowLastColumn="0" w:lastRowFirstColumn="0" w:lastRowLastColumn="0"/>
            </w:pPr>
            <w:r w:rsidRPr="00781E57">
              <w:t xml:space="preserve">(předpokládané zahájení </w:t>
            </w:r>
            <w:r>
              <w:t>09</w:t>
            </w:r>
            <w:r w:rsidRPr="00781E57">
              <w:t>/</w:t>
            </w:r>
            <w:r>
              <w:t>2025</w:t>
            </w:r>
            <w:r w:rsidRPr="00781E57">
              <w:t>)</w:t>
            </w:r>
          </w:p>
        </w:tc>
      </w:tr>
      <w:tr w:rsidR="00A45DB9" w14:paraId="000B739E"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3D42E330" w14:textId="77777777" w:rsidR="00A45DB9" w:rsidRPr="000E267E" w:rsidRDefault="00A45DB9" w:rsidP="00A45DB9">
            <w:pPr>
              <w:pStyle w:val="Tabulka"/>
              <w:rPr>
                <w:b/>
                <w:bCs/>
              </w:rPr>
            </w:pPr>
            <w:r w:rsidRPr="000E267E">
              <w:rPr>
                <w:b/>
                <w:bCs/>
              </w:rPr>
              <w:t>Sekce 2 (stavební část)</w:t>
            </w:r>
          </w:p>
          <w:p w14:paraId="00EA6303" w14:textId="565E2C11" w:rsidR="00A45DB9" w:rsidRDefault="00A45DB9" w:rsidP="00A45DB9">
            <w:pPr>
              <w:pStyle w:val="Tabulka"/>
            </w:pPr>
            <w:r w:rsidRPr="00781E57">
              <w:t>Zhotovení stavby včetně uvedení do Zkušebního provozu, kromě položek</w:t>
            </w:r>
            <w:r>
              <w:t xml:space="preserve"> 1, 2, a 3 </w:t>
            </w:r>
            <w:r w:rsidR="00186780">
              <w:t xml:space="preserve">stavebního </w:t>
            </w:r>
            <w:r w:rsidRPr="00781E57">
              <w:t>objektu SO 98-98 Všeobecný objekt, které budou provedeny až po dokončení Sekce 2</w:t>
            </w:r>
          </w:p>
        </w:tc>
        <w:tc>
          <w:tcPr>
            <w:tcW w:w="5921" w:type="dxa"/>
          </w:tcPr>
          <w:p w14:paraId="7DCF09CC" w14:textId="77777777" w:rsidR="00A45DB9" w:rsidRDefault="00A45DB9" w:rsidP="00A45DB9">
            <w:pPr>
              <w:pStyle w:val="Tabulka"/>
              <w:cnfStyle w:val="000000000000" w:firstRow="0" w:lastRow="0" w:firstColumn="0" w:lastColumn="0" w:oddVBand="0" w:evenVBand="0" w:oddHBand="0" w:evenHBand="0" w:firstRowFirstColumn="0" w:firstRowLastColumn="0" w:lastRowFirstColumn="0" w:lastRowLastColumn="0"/>
            </w:pPr>
          </w:p>
          <w:p w14:paraId="0AB7E0FB" w14:textId="77777777" w:rsidR="00A45DB9" w:rsidRDefault="00A45DB9" w:rsidP="00A45DB9">
            <w:pPr>
              <w:pStyle w:val="Tabulka"/>
              <w:cnfStyle w:val="000000000000" w:firstRow="0" w:lastRow="0" w:firstColumn="0" w:lastColumn="0" w:oddVBand="0" w:evenVBand="0" w:oddHBand="0" w:evenHBand="0" w:firstRowFirstColumn="0" w:firstRowLastColumn="0" w:lastRowFirstColumn="0" w:lastRowLastColumn="0"/>
            </w:pPr>
          </w:p>
          <w:p w14:paraId="3AE50C08" w14:textId="4B3EB90D" w:rsidR="00A45DB9" w:rsidRDefault="00A45DB9" w:rsidP="00A45DB9">
            <w:pPr>
              <w:pStyle w:val="Tabulka"/>
              <w:cnfStyle w:val="000000000000" w:firstRow="0" w:lastRow="0" w:firstColumn="0" w:lastColumn="0" w:oddVBand="0" w:evenVBand="0" w:oddHBand="0" w:evenHBand="0" w:firstRowFirstColumn="0" w:firstRowLastColumn="0" w:lastRowFirstColumn="0" w:lastRowLastColumn="0"/>
            </w:pPr>
            <w:r>
              <w:t>28</w:t>
            </w:r>
            <w:r w:rsidRPr="00781E57">
              <w:t xml:space="preserve"> měsíců od Data zahájení prací</w:t>
            </w:r>
          </w:p>
        </w:tc>
      </w:tr>
      <w:tr w:rsidR="00A45DB9" w14:paraId="4FF743A4" w14:textId="77777777" w:rsidTr="00A45DB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shd w:val="clear" w:color="auto" w:fill="FFFFFF" w:themeFill="background1"/>
          </w:tcPr>
          <w:p w14:paraId="0C5F5A53" w14:textId="77777777" w:rsidR="00A45DB9" w:rsidRPr="000E267E" w:rsidRDefault="00A45DB9" w:rsidP="00A45DB9">
            <w:pPr>
              <w:pStyle w:val="Tabulka"/>
            </w:pPr>
            <w:r w:rsidRPr="000E267E">
              <w:lastRenderedPageBreak/>
              <w:t>Dokončení díla</w:t>
            </w:r>
          </w:p>
          <w:p w14:paraId="525F11C5" w14:textId="745757F6" w:rsidR="00A45DB9" w:rsidRDefault="00A45DB9" w:rsidP="00A45DB9">
            <w:pPr>
              <w:pStyle w:val="Tabulka"/>
            </w:pPr>
            <w:r w:rsidRPr="000E267E">
              <w:rPr>
                <w:b w:val="0"/>
                <w:bCs/>
              </w:rPr>
              <w:t xml:space="preserve">Položky </w:t>
            </w:r>
            <w:r w:rsidR="00186780">
              <w:rPr>
                <w:b w:val="0"/>
                <w:bCs/>
              </w:rPr>
              <w:t xml:space="preserve">č. 1., 2. a 3. stavebního </w:t>
            </w:r>
            <w:r w:rsidRPr="000E267E">
              <w:rPr>
                <w:b w:val="0"/>
                <w:bCs/>
              </w:rPr>
              <w:t xml:space="preserve"> objektu SO 98-98 </w:t>
            </w:r>
          </w:p>
        </w:tc>
        <w:tc>
          <w:tcPr>
            <w:tcW w:w="5921" w:type="dxa"/>
            <w:shd w:val="clear" w:color="auto" w:fill="FFFFFF" w:themeFill="background1"/>
          </w:tcPr>
          <w:p w14:paraId="24399434" w14:textId="38BCE2FC" w:rsidR="00A45DB9" w:rsidRDefault="00A45DB9" w:rsidP="00A45DB9">
            <w:pPr>
              <w:pStyle w:val="Tabulka"/>
              <w:cnfStyle w:val="010000000000" w:firstRow="0" w:lastRow="1" w:firstColumn="0" w:lastColumn="0" w:oddVBand="0" w:evenVBand="0" w:oddHBand="0" w:evenHBand="0" w:firstRowFirstColumn="0" w:firstRowLastColumn="0" w:lastRowFirstColumn="0" w:lastRowLastColumn="0"/>
            </w:pPr>
            <w:r w:rsidRPr="000E267E">
              <w:rPr>
                <w:b w:val="0"/>
                <w:bCs/>
              </w:rPr>
              <w:t>3</w:t>
            </w:r>
            <w:r>
              <w:rPr>
                <w:b w:val="0"/>
                <w:bCs/>
              </w:rPr>
              <w:t>7</w:t>
            </w:r>
            <w:r w:rsidRPr="000E267E">
              <w:rPr>
                <w:b w:val="0"/>
                <w:bCs/>
              </w:rPr>
              <w:t xml:space="preserve"> měsíců od Data zahájení prací</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EC11FF">
        <w:rPr>
          <w:b/>
        </w:rPr>
        <w:t>uccchjm</w:t>
      </w:r>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lastRenderedPageBreak/>
        <w:t>2.1</w:t>
      </w:r>
      <w:r w:rsidR="009D228B">
        <w:tab/>
      </w:r>
      <w:r>
        <w:t>Právo přístupu na staveniště</w:t>
      </w:r>
    </w:p>
    <w:p w14:paraId="7A996D4F" w14:textId="12A81E29" w:rsidR="00C96E7C" w:rsidRDefault="00C96E7C" w:rsidP="005D168C">
      <w:pPr>
        <w:pStyle w:val="Textbezodsazen"/>
      </w:pPr>
      <w:r>
        <w:t xml:space="preserve">Přístup na Staveniště bude Zhotoviteli umožněn od </w:t>
      </w:r>
      <w:r w:rsidR="00663080">
        <w:t xml:space="preserve">podpisu smlouvy a předání staveniště </w:t>
      </w:r>
      <w:r>
        <w:t>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600E91D4" w14:textId="62E8929A" w:rsidR="005841B5"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323F069C" w14:textId="554813FD" w:rsidR="00663080" w:rsidRPr="00663080" w:rsidRDefault="00663080" w:rsidP="00663080">
      <w:pPr>
        <w:pStyle w:val="Odstavecseseznamem"/>
        <w:numPr>
          <w:ilvl w:val="0"/>
          <w:numId w:val="56"/>
        </w:numPr>
        <w:spacing w:after="120"/>
        <w:jc w:val="both"/>
        <w:rPr>
          <w:rFonts w:ascii="Verdana" w:hAnsi="Verdana"/>
        </w:rPr>
      </w:pPr>
      <w:r>
        <w:rPr>
          <w:rFonts w:ascii="Verdana" w:hAnsi="Verdana"/>
        </w:rPr>
        <w:t xml:space="preserve">Mgr. Radka Szabó, e-mail: </w:t>
      </w:r>
      <w:hyperlink r:id="rId13" w:history="1">
        <w:r w:rsidR="000F02D2" w:rsidRPr="004519C8">
          <w:rPr>
            <w:rStyle w:val="Hypertextovodkaz"/>
            <w:rFonts w:ascii="Verdana" w:hAnsi="Verdana"/>
            <w:noProof w:val="0"/>
          </w:rPr>
          <w:t>SzaboR@spravazeleznic.cz</w:t>
        </w:r>
      </w:hyperlink>
      <w:r w:rsidR="000F02D2">
        <w:rPr>
          <w:rFonts w:ascii="Verdana" w:hAnsi="Verdana"/>
        </w:rPr>
        <w:t xml:space="preserve">, tel: +420 724 932 396 </w:t>
      </w:r>
    </w:p>
    <w:p w14:paraId="2F75018E" w14:textId="1ADFD4AA" w:rsidR="005841B5" w:rsidRDefault="005841B5" w:rsidP="005841B5">
      <w:pPr>
        <w:spacing w:after="120"/>
        <w:jc w:val="both"/>
        <w:rPr>
          <w:rFonts w:ascii="Verdana" w:hAnsi="Verdana"/>
        </w:rPr>
      </w:pPr>
      <w:r w:rsidRPr="0030182C">
        <w:rPr>
          <w:rFonts w:ascii="Verdana" w:hAnsi="Verdana"/>
        </w:rPr>
        <w:t>Ve věcech technickýc</w:t>
      </w:r>
      <w:r w:rsidR="000F02D2">
        <w:rPr>
          <w:rFonts w:ascii="Verdana" w:hAnsi="Verdana"/>
        </w:rPr>
        <w:t>h:</w:t>
      </w:r>
    </w:p>
    <w:p w14:paraId="309CD843" w14:textId="18CF5CE2" w:rsidR="000F02D2" w:rsidRPr="000F02D2" w:rsidRDefault="000F02D2" w:rsidP="000F02D2">
      <w:pPr>
        <w:pStyle w:val="Odstavecseseznamem"/>
        <w:numPr>
          <w:ilvl w:val="0"/>
          <w:numId w:val="56"/>
        </w:numPr>
        <w:spacing w:after="120"/>
        <w:jc w:val="both"/>
        <w:rPr>
          <w:rFonts w:ascii="Verdana" w:hAnsi="Verdana"/>
        </w:rPr>
      </w:pPr>
      <w:r>
        <w:rPr>
          <w:rFonts w:ascii="Verdana" w:hAnsi="Verdana"/>
        </w:rPr>
        <w:t xml:space="preserve">Ing. Bronislav Vlk, e-mail: </w:t>
      </w:r>
      <w:hyperlink r:id="rId14" w:history="1">
        <w:r w:rsidRPr="004519C8">
          <w:rPr>
            <w:rStyle w:val="Hypertextovodkaz"/>
            <w:rFonts w:ascii="Verdana" w:hAnsi="Verdana"/>
            <w:noProof w:val="0"/>
          </w:rPr>
          <w:t>Vlk@spravazeleznic.cz</w:t>
        </w:r>
      </w:hyperlink>
      <w:r>
        <w:rPr>
          <w:rFonts w:ascii="Verdana" w:hAnsi="Verdana"/>
        </w:rPr>
        <w:t xml:space="preserve">, tel: +420 601 102 289 </w:t>
      </w:r>
    </w:p>
    <w:p w14:paraId="75EF1B3E" w14:textId="2220C47F" w:rsidR="005841B5" w:rsidRDefault="005841B5" w:rsidP="005841B5">
      <w:pPr>
        <w:spacing w:after="120"/>
        <w:jc w:val="both"/>
        <w:rPr>
          <w:rFonts w:ascii="Verdana" w:hAnsi="Verdana"/>
        </w:rPr>
      </w:pPr>
      <w:r w:rsidRPr="0030182C">
        <w:rPr>
          <w:rFonts w:ascii="Verdana" w:hAnsi="Verdana"/>
        </w:rPr>
        <w:t>Ve věci kontroly požití alkoholu a/nebo návykových látek</w:t>
      </w:r>
      <w:r w:rsidR="000F02D2">
        <w:rPr>
          <w:rFonts w:ascii="Verdana" w:hAnsi="Verdana"/>
        </w:rPr>
        <w:t>:</w:t>
      </w:r>
    </w:p>
    <w:p w14:paraId="1E456976" w14:textId="07BF7235" w:rsidR="005841B5" w:rsidRPr="000F02D2" w:rsidRDefault="000F02D2" w:rsidP="000F02D2">
      <w:pPr>
        <w:pStyle w:val="Odstavecseseznamem"/>
        <w:numPr>
          <w:ilvl w:val="0"/>
          <w:numId w:val="56"/>
        </w:numPr>
        <w:spacing w:after="120"/>
        <w:jc w:val="both"/>
        <w:rPr>
          <w:rFonts w:ascii="Verdana" w:hAnsi="Verdana"/>
        </w:rPr>
      </w:pPr>
      <w:r>
        <w:t xml:space="preserve">Mgr. Stanislav Vaněk, e-mail: </w:t>
      </w:r>
      <w:hyperlink r:id="rId15" w:history="1">
        <w:r w:rsidRPr="004519C8">
          <w:rPr>
            <w:rStyle w:val="Hypertextovodkaz"/>
            <w:noProof w:val="0"/>
          </w:rPr>
          <w:t>VanekS@spravazeleznic.cz</w:t>
        </w:r>
      </w:hyperlink>
      <w:r>
        <w:t>, tel: +420 722 809 799</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xml:space="preserve">]. Pokud podmínky záruky za provedení Díla specifikují </w:t>
      </w:r>
      <w:r w:rsidRPr="00382BD8">
        <w:lastRenderedPageBreak/>
        <w:t>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0F80012E"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lastRenderedPageBreak/>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lastRenderedPageBreak/>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26CB30D3" w14:textId="73BDCD87" w:rsidR="005B65FC" w:rsidRPr="000F02D2" w:rsidRDefault="005B65FC" w:rsidP="000F02D2">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21EFE96D" w14:textId="2945B142" w:rsidR="00F34DA1" w:rsidRPr="000F02D2" w:rsidRDefault="005B65FC" w:rsidP="00F34DA1">
      <w:pPr>
        <w:spacing w:after="120"/>
        <w:jc w:val="both"/>
        <w:rPr>
          <w:rFonts w:ascii="Verdana" w:hAnsi="Verdana"/>
        </w:rPr>
      </w:pPr>
      <w:r w:rsidRPr="005B65FC">
        <w:rPr>
          <w:rFonts w:ascii="Verdana" w:hAnsi="Verdana"/>
        </w:rPr>
        <w:t>Tento Pod-článek se nepoužije.</w:t>
      </w:r>
      <w:r w:rsidR="00F34DA1" w:rsidRPr="00AE34AA">
        <w:rPr>
          <w:b/>
        </w:rPr>
        <w:t xml:space="preserve"> </w:t>
      </w: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lastRenderedPageBreak/>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lastRenderedPageBreak/>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2FDE5E8B" w14:textId="77777777" w:rsidR="000F02D2" w:rsidRPr="0035602D" w:rsidRDefault="000F02D2" w:rsidP="000F02D2">
      <w:pPr>
        <w:spacing w:after="0" w:line="240" w:lineRule="auto"/>
        <w:rPr>
          <w:rFonts w:eastAsia="Times New Roman" w:cs="Arial"/>
          <w:b/>
          <w:bCs/>
        </w:rPr>
      </w:pPr>
      <w:r w:rsidRPr="0035602D">
        <w:rPr>
          <w:rFonts w:eastAsia="Times New Roman" w:cs="Arial"/>
          <w:b/>
          <w:bCs/>
        </w:rPr>
        <w:t>Milník 1</w:t>
      </w:r>
    </w:p>
    <w:p w14:paraId="00DDBD1D" w14:textId="77777777" w:rsidR="000F02D2" w:rsidRPr="0035602D" w:rsidRDefault="000F02D2" w:rsidP="000F02D2">
      <w:pPr>
        <w:spacing w:after="0" w:line="240" w:lineRule="auto"/>
        <w:rPr>
          <w:rFonts w:eastAsia="Times New Roman" w:cs="Arial"/>
        </w:rPr>
      </w:pPr>
      <w:r w:rsidRPr="0035602D">
        <w:rPr>
          <w:rFonts w:eastAsia="Times New Roman" w:cs="Arial"/>
        </w:rPr>
        <w:t>Předložení podkladů pro technologii SFC</w:t>
      </w:r>
    </w:p>
    <w:p w14:paraId="55ACA101" w14:textId="78D91C76" w:rsidR="000F02D2" w:rsidRDefault="000F02D2" w:rsidP="000F02D2">
      <w:pPr>
        <w:spacing w:after="0" w:line="240" w:lineRule="auto"/>
        <w:rPr>
          <w:rFonts w:cs="CIDFont+F2"/>
          <w:szCs w:val="14"/>
        </w:rPr>
      </w:pPr>
      <w:r w:rsidRPr="0035602D">
        <w:rPr>
          <w:rFonts w:eastAsia="Times New Roman" w:cs="Arial"/>
        </w:rPr>
        <w:t>2 měsíce od Data zahájení prací</w:t>
      </w:r>
      <w:r>
        <w:rPr>
          <w:rFonts w:eastAsia="Times New Roman" w:cs="Arial"/>
        </w:rPr>
        <w:t xml:space="preserve"> </w:t>
      </w:r>
      <w:r w:rsidRPr="007C04F8">
        <w:rPr>
          <w:rFonts w:cs="CIDFont+F2"/>
          <w:szCs w:val="14"/>
        </w:rPr>
        <w:t>(předpokládané zahájení</w:t>
      </w:r>
      <w:r>
        <w:rPr>
          <w:rFonts w:cs="CIDFont+F2"/>
          <w:szCs w:val="14"/>
        </w:rPr>
        <w:t xml:space="preserve"> </w:t>
      </w:r>
      <w:r w:rsidRPr="007C04F8">
        <w:rPr>
          <w:rFonts w:cs="CIDFont+F2"/>
          <w:szCs w:val="14"/>
        </w:rPr>
        <w:t>0</w:t>
      </w:r>
      <w:r w:rsidR="009F5020">
        <w:rPr>
          <w:rFonts w:cs="CIDFont+F2"/>
          <w:szCs w:val="14"/>
        </w:rPr>
        <w:t>9</w:t>
      </w:r>
      <w:r w:rsidRPr="007C04F8">
        <w:rPr>
          <w:rFonts w:cs="CIDFont+F2"/>
          <w:szCs w:val="14"/>
        </w:rPr>
        <w:t>/202</w:t>
      </w:r>
      <w:r>
        <w:rPr>
          <w:rFonts w:cs="CIDFont+F2"/>
          <w:szCs w:val="14"/>
        </w:rPr>
        <w:t>5</w:t>
      </w:r>
      <w:r w:rsidRPr="007C04F8">
        <w:rPr>
          <w:rFonts w:cs="CIDFont+F2"/>
          <w:szCs w:val="14"/>
        </w:rPr>
        <w:t>)</w:t>
      </w:r>
    </w:p>
    <w:p w14:paraId="5AA9884B" w14:textId="77777777" w:rsidR="000F02D2" w:rsidRPr="0035602D" w:rsidRDefault="000F02D2" w:rsidP="000F02D2">
      <w:pPr>
        <w:spacing w:after="0" w:line="240" w:lineRule="auto"/>
        <w:rPr>
          <w:rFonts w:eastAsia="Times New Roman" w:cs="Arial"/>
        </w:rPr>
      </w:pPr>
    </w:p>
    <w:p w14:paraId="34DE7DE3" w14:textId="77777777" w:rsidR="000F02D2" w:rsidRPr="0035602D" w:rsidRDefault="000F02D2" w:rsidP="000F02D2">
      <w:pPr>
        <w:spacing w:after="0" w:line="240" w:lineRule="auto"/>
        <w:rPr>
          <w:rFonts w:eastAsia="Times New Roman" w:cs="Arial"/>
          <w:b/>
          <w:bCs/>
        </w:rPr>
      </w:pPr>
      <w:r w:rsidRPr="0035602D">
        <w:rPr>
          <w:rFonts w:eastAsia="Times New Roman" w:cs="Arial"/>
          <w:b/>
          <w:bCs/>
        </w:rPr>
        <w:t>Milník 2</w:t>
      </w:r>
    </w:p>
    <w:p w14:paraId="569042BB" w14:textId="77777777" w:rsidR="000F02D2" w:rsidRPr="0035602D" w:rsidRDefault="000F02D2" w:rsidP="000F02D2">
      <w:pPr>
        <w:spacing w:after="0" w:line="240" w:lineRule="auto"/>
        <w:rPr>
          <w:rFonts w:eastAsia="Times New Roman" w:cs="Arial"/>
        </w:rPr>
      </w:pPr>
      <w:r w:rsidRPr="0035602D">
        <w:rPr>
          <w:rFonts w:eastAsia="Times New Roman" w:cs="Arial"/>
        </w:rPr>
        <w:t xml:space="preserve">Předložení dokumentace </w:t>
      </w:r>
      <w:r>
        <w:rPr>
          <w:rFonts w:eastAsia="Times New Roman" w:cs="Arial"/>
        </w:rPr>
        <w:t>P</w:t>
      </w:r>
      <w:r w:rsidRPr="0035602D">
        <w:rPr>
          <w:rFonts w:eastAsia="Times New Roman" w:cs="Arial"/>
        </w:rPr>
        <w:t>DSP k připomínkám</w:t>
      </w:r>
    </w:p>
    <w:p w14:paraId="775CF4E5" w14:textId="77777777" w:rsidR="000F02D2" w:rsidRDefault="000F02D2" w:rsidP="000F02D2">
      <w:pPr>
        <w:spacing w:after="0" w:line="240" w:lineRule="auto"/>
        <w:rPr>
          <w:rFonts w:eastAsia="Times New Roman" w:cs="Arial"/>
        </w:rPr>
      </w:pPr>
      <w:r>
        <w:rPr>
          <w:rFonts w:eastAsia="Times New Roman" w:cs="Arial"/>
        </w:rPr>
        <w:t>7</w:t>
      </w:r>
      <w:r w:rsidRPr="0035602D">
        <w:rPr>
          <w:rFonts w:eastAsia="Times New Roman" w:cs="Arial"/>
        </w:rPr>
        <w:t xml:space="preserve"> měsíců od Data zahájení prací</w:t>
      </w:r>
    </w:p>
    <w:p w14:paraId="442BE3C9" w14:textId="77777777" w:rsidR="000F02D2" w:rsidRPr="0035602D" w:rsidRDefault="000F02D2" w:rsidP="000F02D2">
      <w:pPr>
        <w:spacing w:after="0" w:line="240" w:lineRule="auto"/>
        <w:rPr>
          <w:rFonts w:eastAsia="Times New Roman" w:cs="Arial"/>
        </w:rPr>
      </w:pPr>
    </w:p>
    <w:p w14:paraId="62CE73C1" w14:textId="77777777" w:rsidR="000F02D2" w:rsidRPr="0035602D" w:rsidRDefault="000F02D2" w:rsidP="000F02D2">
      <w:pPr>
        <w:spacing w:after="0" w:line="240" w:lineRule="auto"/>
        <w:rPr>
          <w:rFonts w:eastAsia="Times New Roman" w:cs="Arial"/>
          <w:b/>
          <w:bCs/>
        </w:rPr>
      </w:pPr>
      <w:r w:rsidRPr="0035602D">
        <w:rPr>
          <w:rFonts w:eastAsia="Times New Roman" w:cs="Arial"/>
          <w:b/>
          <w:bCs/>
        </w:rPr>
        <w:t xml:space="preserve">Milník </w:t>
      </w:r>
      <w:r>
        <w:rPr>
          <w:rFonts w:eastAsia="Times New Roman" w:cs="Arial"/>
          <w:b/>
          <w:bCs/>
        </w:rPr>
        <w:t>3</w:t>
      </w:r>
    </w:p>
    <w:p w14:paraId="253B95DF" w14:textId="77777777" w:rsidR="000F02D2" w:rsidRPr="0035602D" w:rsidRDefault="000F02D2" w:rsidP="000F02D2">
      <w:pPr>
        <w:spacing w:after="0" w:line="240" w:lineRule="auto"/>
        <w:rPr>
          <w:rFonts w:eastAsia="Times New Roman" w:cs="Arial"/>
        </w:rPr>
      </w:pPr>
      <w:r w:rsidRPr="0035602D">
        <w:rPr>
          <w:rFonts w:eastAsia="Times New Roman" w:cs="Arial"/>
        </w:rPr>
        <w:t>Zahájení stavebních prací</w:t>
      </w:r>
    </w:p>
    <w:p w14:paraId="7D2BFB2F" w14:textId="79F14EEB" w:rsidR="00872369" w:rsidRPr="00872369" w:rsidRDefault="000F02D2" w:rsidP="000F02D2">
      <w:pPr>
        <w:spacing w:after="120"/>
        <w:jc w:val="both"/>
        <w:rPr>
          <w:rFonts w:ascii="Verdana" w:hAnsi="Verdana"/>
          <w:i/>
          <w:color w:val="00B050"/>
        </w:rPr>
      </w:pPr>
      <w:r>
        <w:rPr>
          <w:rFonts w:eastAsia="Times New Roman" w:cs="Arial"/>
        </w:rPr>
        <w:t>9</w:t>
      </w:r>
      <w:r w:rsidRPr="0035602D">
        <w:rPr>
          <w:rFonts w:eastAsia="Times New Roman" w:cs="Arial"/>
        </w:rPr>
        <w:t xml:space="preserve"> měsíců od Data zahájení prací</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lastRenderedPageBreak/>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5ED91122"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0F02D2">
        <w:t>21</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20C93C96" w:rsidR="00C96E7C" w:rsidRDefault="00C96E7C" w:rsidP="005D168C">
      <w:pPr>
        <w:pStyle w:val="Textbezodsazen"/>
      </w:pPr>
      <w:r>
        <w:t>Zhotovitel je povinen dokončit celé Dílo včetně příslušné dokumentace dle pod-článku 7.9 do</w:t>
      </w:r>
      <w:r w:rsidR="005D168C">
        <w:t xml:space="preserve"> </w:t>
      </w:r>
      <w:r w:rsidR="00186780">
        <w:t xml:space="preserve">37 měsíců </w:t>
      </w:r>
      <w:r>
        <w:t>od Data zahájení prací.</w:t>
      </w:r>
      <w:r w:rsidR="00186780">
        <w:t xml:space="preserve"> </w:t>
      </w:r>
    </w:p>
    <w:p w14:paraId="34CD9727" w14:textId="573D49BD" w:rsidR="00C96E7C" w:rsidRPr="008B01FE" w:rsidRDefault="00C96E7C" w:rsidP="005D168C">
      <w:pPr>
        <w:pStyle w:val="Textbezodsazen"/>
        <w:rPr>
          <w:i/>
        </w:rPr>
      </w:pPr>
    </w:p>
    <w:p w14:paraId="4E2C76D4" w14:textId="17DC2117" w:rsidR="00C96E7C" w:rsidRDefault="00C96E7C" w:rsidP="005D168C">
      <w:pPr>
        <w:pStyle w:val="Textbezodsazen"/>
      </w:pPr>
      <w:r w:rsidRPr="00091CEA">
        <w:t>Lhůty uvedené</w:t>
      </w:r>
      <w:r w:rsidR="00582C15" w:rsidRPr="00091CEA">
        <w:t xml:space="preserve"> v </w:t>
      </w:r>
      <w:r w:rsidRPr="00091CEA">
        <w:t>Pod-článku 7.9 Smluvních podmínek se</w:t>
      </w:r>
      <w:r w:rsidR="00582C15" w:rsidRPr="00091CEA">
        <w:t xml:space="preserve"> v </w:t>
      </w:r>
      <w:r w:rsidRPr="00091CEA">
        <w:t>případě této Smlouvy nepoužijí. Lhůty jsou stanovené takto:</w:t>
      </w:r>
    </w:p>
    <w:p w14:paraId="1AD77DAE" w14:textId="4B381E0E" w:rsidR="003825B0" w:rsidRDefault="003825B0" w:rsidP="005D168C">
      <w:pPr>
        <w:pStyle w:val="Textbezodsazen"/>
      </w:pPr>
      <w:r>
        <w:t>lhůty stanovené v odst.8.3.3 Všeobecných technických podmínek na a lhůty stanovené v</w:t>
      </w:r>
      <w:r w:rsidR="00BF6DA5">
        <w:t> </w:t>
      </w:r>
      <w:r>
        <w:t>pod</w:t>
      </w:r>
      <w:r w:rsidR="00BF6DA5">
        <w:t>-</w:t>
      </w:r>
      <w:r>
        <w:t xml:space="preserve">článku 7.9 Smluvních podmínek se nepoužijí a nahrazují se lhůtou </w:t>
      </w:r>
      <w:r w:rsidR="00F03F18">
        <w:t>9 měsíců</w:t>
      </w:r>
      <w:r>
        <w:t xml:space="preserve"> po dokončení konečného </w:t>
      </w:r>
      <w:r w:rsidR="00DF14DB">
        <w:t xml:space="preserve">přejímacího řízení poslední Sekce, tj. do </w:t>
      </w:r>
      <w:r w:rsidR="00F03F18">
        <w:t>9</w:t>
      </w:r>
      <w:r w:rsidR="00DF14DB">
        <w:t xml:space="preserve"> měsíců </w:t>
      </w:r>
      <w:r w:rsidR="00DF14DB" w:rsidRPr="0017695A">
        <w:t xml:space="preserve">ode vydání posledního </w:t>
      </w:r>
      <w:r w:rsidR="00DF14DB">
        <w:t>Potvrzení o převzetí části Díla.</w:t>
      </w:r>
    </w:p>
    <w:p w14:paraId="57FD4DCF" w14:textId="681B91A9" w:rsidR="00DF14DB" w:rsidRDefault="00DF14DB" w:rsidP="005D168C">
      <w:pPr>
        <w:pStyle w:val="Textbezodsazen"/>
      </w:pPr>
    </w:p>
    <w:p w14:paraId="2B9ED09F" w14:textId="1FBD14EF" w:rsidR="00C96E7C" w:rsidRDefault="00C96E7C" w:rsidP="009D228B">
      <w:pPr>
        <w:pStyle w:val="Nadpisbezsl1-2"/>
      </w:pPr>
      <w:r>
        <w:t>8.2, 1.1.3.10</w:t>
      </w:r>
      <w:r w:rsidR="009D228B">
        <w:tab/>
      </w:r>
      <w:r>
        <w:t>Doba pro uvedení do provozu</w:t>
      </w:r>
    </w:p>
    <w:p w14:paraId="06B6361D" w14:textId="0A7CA51B" w:rsidR="00C96E7C" w:rsidRDefault="00C96E7C" w:rsidP="005D168C">
      <w:pPr>
        <w:pStyle w:val="Textbezodsazen"/>
      </w:pPr>
      <w:r>
        <w:t xml:space="preserve">Zhotovitel je povinen </w:t>
      </w:r>
      <w:r w:rsidRPr="00C83150">
        <w:t>dokončit Dílo</w:t>
      </w:r>
      <w:r w:rsidR="00582C15" w:rsidRPr="00C83150">
        <w:t xml:space="preserve"> v</w:t>
      </w:r>
      <w:r w:rsidR="00582C15">
        <w:t> </w:t>
      </w:r>
      <w:r>
        <w:t xml:space="preserve">rozsahu nezbytném pro účely uvedení Díla nebo Sekce do provozu za podmínek </w:t>
      </w:r>
      <w:r w:rsidR="004525C2">
        <w:t xml:space="preserve">zákona </w:t>
      </w:r>
      <w:r w:rsidR="004525C2" w:rsidRPr="004525C2">
        <w:t xml:space="preserve">č. 283/2021 Sb. Stavební zákon, platný od 01. 01. 2024 (dále též jen „NSZ“), a zákona č.266/1994 Sb., o dráhách, </w:t>
      </w:r>
      <w:r>
        <w:t xml:space="preserve">nejpozději do </w:t>
      </w:r>
      <w:r w:rsidR="00186780">
        <w:t xml:space="preserve">28 </w:t>
      </w:r>
      <w:r w:rsidRPr="00C83150">
        <w:t>měsíců od Data zahájení prací.</w:t>
      </w:r>
    </w:p>
    <w:p w14:paraId="0BFB6B56" w14:textId="77777777" w:rsidR="00C96E7C" w:rsidRDefault="00C96E7C" w:rsidP="009D228B">
      <w:pPr>
        <w:pStyle w:val="Nadpisbezsl1-2"/>
      </w:pPr>
      <w:r>
        <w:lastRenderedPageBreak/>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lastRenderedPageBreak/>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1BB01F9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74B460DC" w14:textId="26E6658E" w:rsidR="00C96E7C" w:rsidRDefault="00432CCA" w:rsidP="00C83150">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72D1587A"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06C44832"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C83150" w:rsidRPr="00C83150">
        <w:t>20</w:t>
      </w:r>
      <w:r w:rsidRPr="00C83150">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lastRenderedPageBreak/>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55FE5EE2" w14:textId="543B1005" w:rsidR="0086427D" w:rsidRPr="00C83150" w:rsidRDefault="00C96E7C" w:rsidP="00C83150">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r>
        <w:t>14.5  Technologické materiály určené pro dílo</w:t>
      </w:r>
    </w:p>
    <w:p w14:paraId="5225250A" w14:textId="77777777" w:rsidR="00ED6749" w:rsidRPr="00C0358D" w:rsidRDefault="00ED6749" w:rsidP="00ED6749">
      <w:pPr>
        <w:pStyle w:val="Textbezodsazen"/>
      </w:pPr>
      <w:r w:rsidRPr="00C0358D">
        <w:t>Technologické zařízení a Materiály k zaplacení při dodání na Staveniště 14.5 (c)</w:t>
      </w:r>
    </w:p>
    <w:p w14:paraId="760AD243" w14:textId="77777777" w:rsidR="00ED6749" w:rsidRPr="00C0358D" w:rsidRDefault="00ED6749" w:rsidP="00ED6749">
      <w:pPr>
        <w:numPr>
          <w:ilvl w:val="0"/>
          <w:numId w:val="57"/>
        </w:numPr>
        <w:spacing w:after="120"/>
        <w:jc w:val="both"/>
        <w:rPr>
          <w:i/>
          <w:iCs/>
        </w:rPr>
      </w:pPr>
      <w:r w:rsidRPr="00C0358D">
        <w:rPr>
          <w:i/>
          <w:iCs/>
        </w:rPr>
        <w:t>kabelovody (např. komponenty kabelových tras, multikanálové dílce, izolační systémy);</w:t>
      </w:r>
    </w:p>
    <w:p w14:paraId="1831482F" w14:textId="77777777" w:rsidR="00ED6749" w:rsidRPr="00C0358D" w:rsidRDefault="00ED6749" w:rsidP="00ED6749">
      <w:pPr>
        <w:numPr>
          <w:ilvl w:val="0"/>
          <w:numId w:val="57"/>
        </w:numPr>
        <w:spacing w:after="120"/>
        <w:jc w:val="both"/>
        <w:rPr>
          <w:i/>
          <w:iCs/>
        </w:rPr>
      </w:pPr>
      <w:r w:rsidRPr="00C0358D">
        <w:rPr>
          <w:i/>
          <w:iCs/>
        </w:rPr>
        <w:t>trakce (např. sloupy a stožáry TV, trolejové dráty, nosná lana, odpojovače, vodiče, ukolejnění);</w:t>
      </w:r>
    </w:p>
    <w:p w14:paraId="35AADFA8" w14:textId="77777777" w:rsidR="00ED6749" w:rsidRPr="005644C2" w:rsidRDefault="00ED6749" w:rsidP="00ED6749">
      <w:pPr>
        <w:numPr>
          <w:ilvl w:val="0"/>
          <w:numId w:val="57"/>
        </w:numPr>
        <w:spacing w:after="120"/>
        <w:jc w:val="both"/>
        <w:rPr>
          <w:i/>
          <w:iCs/>
        </w:rPr>
      </w:pPr>
      <w:r w:rsidRPr="005644C2">
        <w:rPr>
          <w:i/>
          <w:iCs/>
        </w:rPr>
        <w:t>elektro (např. rozvaděče, měnírny, transformátory, kabelové vedení, komponenty DDTS, materiál pro elektrické rozvody, zařízení EOV, měničová technologie SFC a její komponenty, komponenty R110kV, komponenty R25kV, komponenty R22kV, komponenty R6kV );</w:t>
      </w:r>
    </w:p>
    <w:p w14:paraId="77530CCA" w14:textId="77777777" w:rsidR="00ED6749" w:rsidRPr="005644C2" w:rsidRDefault="00ED6749" w:rsidP="00ED6749">
      <w:pPr>
        <w:numPr>
          <w:ilvl w:val="0"/>
          <w:numId w:val="57"/>
        </w:numPr>
        <w:spacing w:after="120"/>
        <w:jc w:val="both"/>
        <w:rPr>
          <w:i/>
          <w:iCs/>
        </w:rPr>
      </w:pPr>
      <w:r w:rsidRPr="005644C2">
        <w:rPr>
          <w:i/>
          <w:iCs/>
        </w:rPr>
        <w:t>zabezpečovací zařízení (např. skříně vnitřní výstroje elektronického stavědla, zařízení GTN, skříně DOZ, napájecí zdroje, elektromotorické přestavníky, návěstidla, venkovní výstroj KO a PčN, kabelové vedení, snímače);</w:t>
      </w:r>
    </w:p>
    <w:p w14:paraId="481E9CA4" w14:textId="77777777" w:rsidR="00ED6749" w:rsidRPr="005644C2" w:rsidRDefault="00ED6749" w:rsidP="00ED6749">
      <w:pPr>
        <w:numPr>
          <w:ilvl w:val="0"/>
          <w:numId w:val="57"/>
        </w:numPr>
        <w:spacing w:after="120"/>
        <w:jc w:val="both"/>
        <w:rPr>
          <w:i/>
          <w:iCs/>
        </w:rPr>
      </w:pPr>
      <w:r w:rsidRPr="005644C2">
        <w:rPr>
          <w:i/>
          <w:iCs/>
        </w:rPr>
        <w:t>sdělovací zařízení (např. telefonní ústředny, rozhlasové ústředny, informační systémy, přenosový systém [switche, routery, převodníky], kamerový systém, ASHS, EZS, kabelové vedení);</w:t>
      </w:r>
    </w:p>
    <w:p w14:paraId="596C11C6" w14:textId="77777777" w:rsidR="00ED6749" w:rsidRPr="00C0358D" w:rsidRDefault="00ED6749" w:rsidP="00ED6749">
      <w:pPr>
        <w:numPr>
          <w:ilvl w:val="0"/>
          <w:numId w:val="57"/>
        </w:numPr>
        <w:spacing w:after="120"/>
        <w:jc w:val="both"/>
        <w:rPr>
          <w:i/>
          <w:iCs/>
        </w:rPr>
      </w:pPr>
      <w:r w:rsidRPr="00C0358D">
        <w:rPr>
          <w:i/>
          <w:iCs/>
        </w:rPr>
        <w:t>pozemní objekty (např. izolační systémy, materiál obvodových stěn, výplně otvorů, krytiny, vybavení objektů, klempířské konstrukce);</w:t>
      </w:r>
    </w:p>
    <w:p w14:paraId="21F2BCBD" w14:textId="77777777" w:rsidR="00ED6749" w:rsidRPr="00C0358D" w:rsidRDefault="00ED6749" w:rsidP="00ED6749">
      <w:pPr>
        <w:numPr>
          <w:ilvl w:val="0"/>
          <w:numId w:val="57"/>
        </w:numPr>
        <w:spacing w:after="120"/>
        <w:jc w:val="both"/>
        <w:rPr>
          <w:i/>
          <w:iCs/>
        </w:rPr>
      </w:pPr>
      <w:r w:rsidRPr="00C0358D">
        <w:rPr>
          <w:i/>
          <w:iCs/>
        </w:rPr>
        <w:t>pozemní komunikace (např. části odvodnění, konstrukcí vrstvy, bezpečnostní prvky).</w:t>
      </w:r>
    </w:p>
    <w:p w14:paraId="691D2D9D" w14:textId="783F5009" w:rsidR="00ED6749" w:rsidRPr="00C83150" w:rsidRDefault="00ED6749" w:rsidP="00ED6749">
      <w:pPr>
        <w:pStyle w:val="Textbezodsazen"/>
      </w:pPr>
      <w:r w:rsidRPr="00C0358D">
        <w:rPr>
          <w:rFonts w:eastAsia="Calibri" w:cs="Calibri"/>
        </w:rPr>
        <w:t>Platbu za Technologická zařízení a Materiály v jednotlivých letech výstavby lze uplatnit pouze na Pokyn Správce stavby nebo s jeho souhlasem.</w:t>
      </w:r>
    </w:p>
    <w:p w14:paraId="65B48CA3" w14:textId="6EA1EF95" w:rsidR="007B37D3" w:rsidRDefault="007B37D3" w:rsidP="009D228B">
      <w:pPr>
        <w:pStyle w:val="Nadpisbezsl1-2"/>
      </w:pPr>
      <w:r w:rsidRPr="00025F79">
        <w:lastRenderedPageBreak/>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3073A6A4" w14:textId="1D13102E" w:rsidR="0086427D" w:rsidRPr="00C83150" w:rsidRDefault="00C96E7C" w:rsidP="00C83150">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lastRenderedPageBreak/>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even" r:id="rId16"/>
      <w:headerReference w:type="default" r:id="rId17"/>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244A9" w14:textId="77777777" w:rsidR="009219EE" w:rsidRDefault="009219EE" w:rsidP="00962258">
      <w:pPr>
        <w:spacing w:after="0" w:line="240" w:lineRule="auto"/>
      </w:pPr>
      <w:r>
        <w:separator/>
      </w:r>
    </w:p>
  </w:endnote>
  <w:endnote w:type="continuationSeparator" w:id="0">
    <w:p w14:paraId="71C6C990" w14:textId="77777777" w:rsidR="009219EE" w:rsidRDefault="009219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560A5BBC"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0836FA">
            <w:rPr>
              <w:rStyle w:val="Tun"/>
              <w:noProof/>
            </w:rPr>
            <w:t>„Zvýšení trakčního výkonu TNS Břeclav“</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7015777F"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0836FA">
            <w:rPr>
              <w:rStyle w:val="Tun"/>
              <w:noProof/>
            </w:rPr>
            <w:t>„Zvýšení trakčního výkonu TNS Břeclav“</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2B6CE" w14:textId="77777777" w:rsidR="009219EE" w:rsidRDefault="009219EE" w:rsidP="00962258">
      <w:pPr>
        <w:spacing w:after="0" w:line="240" w:lineRule="auto"/>
      </w:pPr>
      <w:r>
        <w:separator/>
      </w:r>
    </w:p>
  </w:footnote>
  <w:footnote w:type="continuationSeparator" w:id="0">
    <w:p w14:paraId="5BEA7BAC" w14:textId="77777777" w:rsidR="009219EE" w:rsidRDefault="009219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4C6FF" w14:textId="6EF3409E" w:rsidR="00893F8A" w:rsidRDefault="00893F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BD40A" w14:textId="101ACB3B" w:rsidR="00893F8A" w:rsidRDefault="00893F8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41485CBE"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A9314DB"/>
    <w:multiLevelType w:val="hybridMultilevel"/>
    <w:tmpl w:val="F1283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552083310">
    <w:abstractNumId w:val="6"/>
  </w:num>
  <w:num w:numId="2" w16cid:durableId="307780915">
    <w:abstractNumId w:val="2"/>
  </w:num>
  <w:num w:numId="3" w16cid:durableId="1050035089">
    <w:abstractNumId w:val="16"/>
  </w:num>
  <w:num w:numId="4" w16cid:durableId="1455102568">
    <w:abstractNumId w:val="7"/>
  </w:num>
  <w:num w:numId="5" w16cid:durableId="10546954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8384952">
    <w:abstractNumId w:val="9"/>
  </w:num>
  <w:num w:numId="7" w16cid:durableId="190461946">
    <w:abstractNumId w:val="12"/>
  </w:num>
  <w:num w:numId="8" w16cid:durableId="1335914865">
    <w:abstractNumId w:val="15"/>
  </w:num>
  <w:num w:numId="9" w16cid:durableId="396827176">
    <w:abstractNumId w:val="0"/>
  </w:num>
  <w:num w:numId="10" w16cid:durableId="1252280943">
    <w:abstractNumId w:val="4"/>
  </w:num>
  <w:num w:numId="11" w16cid:durableId="1456174158">
    <w:abstractNumId w:val="17"/>
  </w:num>
  <w:num w:numId="12" w16cid:durableId="1174152000">
    <w:abstractNumId w:val="0"/>
  </w:num>
  <w:num w:numId="13" w16cid:durableId="84885960">
    <w:abstractNumId w:val="4"/>
  </w:num>
  <w:num w:numId="14" w16cid:durableId="131484436">
    <w:abstractNumId w:val="4"/>
  </w:num>
  <w:num w:numId="15" w16cid:durableId="2024548059">
    <w:abstractNumId w:val="9"/>
  </w:num>
  <w:num w:numId="16" w16cid:durableId="950817640">
    <w:abstractNumId w:val="9"/>
  </w:num>
  <w:num w:numId="17" w16cid:durableId="922298355">
    <w:abstractNumId w:val="9"/>
  </w:num>
  <w:num w:numId="18" w16cid:durableId="2076394008">
    <w:abstractNumId w:val="12"/>
  </w:num>
  <w:num w:numId="19" w16cid:durableId="320618975">
    <w:abstractNumId w:val="12"/>
  </w:num>
  <w:num w:numId="20" w16cid:durableId="1346708628">
    <w:abstractNumId w:val="12"/>
  </w:num>
  <w:num w:numId="21" w16cid:durableId="666829688">
    <w:abstractNumId w:val="15"/>
  </w:num>
  <w:num w:numId="22" w16cid:durableId="1197306119">
    <w:abstractNumId w:val="0"/>
  </w:num>
  <w:num w:numId="23" w16cid:durableId="642127290">
    <w:abstractNumId w:val="0"/>
  </w:num>
  <w:num w:numId="24" w16cid:durableId="1747190820">
    <w:abstractNumId w:val="4"/>
  </w:num>
  <w:num w:numId="25" w16cid:durableId="1357267816">
    <w:abstractNumId w:val="4"/>
  </w:num>
  <w:num w:numId="26" w16cid:durableId="601451674">
    <w:abstractNumId w:val="17"/>
  </w:num>
  <w:num w:numId="27" w16cid:durableId="237443609">
    <w:abstractNumId w:val="5"/>
  </w:num>
  <w:num w:numId="28" w16cid:durableId="1800487827">
    <w:abstractNumId w:val="0"/>
  </w:num>
  <w:num w:numId="29" w16cid:durableId="1120761564">
    <w:abstractNumId w:val="4"/>
  </w:num>
  <w:num w:numId="30" w16cid:durableId="1174874839">
    <w:abstractNumId w:val="4"/>
  </w:num>
  <w:num w:numId="31" w16cid:durableId="1827473489">
    <w:abstractNumId w:val="9"/>
  </w:num>
  <w:num w:numId="32" w16cid:durableId="804784243">
    <w:abstractNumId w:val="9"/>
  </w:num>
  <w:num w:numId="33" w16cid:durableId="589126097">
    <w:abstractNumId w:val="9"/>
  </w:num>
  <w:num w:numId="34" w16cid:durableId="165556860">
    <w:abstractNumId w:val="9"/>
  </w:num>
  <w:num w:numId="35" w16cid:durableId="815993471">
    <w:abstractNumId w:val="12"/>
  </w:num>
  <w:num w:numId="36" w16cid:durableId="924920897">
    <w:abstractNumId w:val="12"/>
  </w:num>
  <w:num w:numId="37" w16cid:durableId="917835618">
    <w:abstractNumId w:val="12"/>
  </w:num>
  <w:num w:numId="38" w16cid:durableId="182330526">
    <w:abstractNumId w:val="12"/>
  </w:num>
  <w:num w:numId="39" w16cid:durableId="1945992733">
    <w:abstractNumId w:val="15"/>
  </w:num>
  <w:num w:numId="40" w16cid:durableId="1164512447">
    <w:abstractNumId w:val="0"/>
  </w:num>
  <w:num w:numId="41" w16cid:durableId="205341024">
    <w:abstractNumId w:val="0"/>
  </w:num>
  <w:num w:numId="42" w16cid:durableId="199319389">
    <w:abstractNumId w:val="4"/>
  </w:num>
  <w:num w:numId="43" w16cid:durableId="660473311">
    <w:abstractNumId w:val="4"/>
  </w:num>
  <w:num w:numId="44" w16cid:durableId="533347009">
    <w:abstractNumId w:val="17"/>
  </w:num>
  <w:num w:numId="45" w16cid:durableId="1868986793">
    <w:abstractNumId w:val="10"/>
  </w:num>
  <w:num w:numId="46" w16cid:durableId="1421753295">
    <w:abstractNumId w:val="14"/>
  </w:num>
  <w:num w:numId="47" w16cid:durableId="1163086216">
    <w:abstractNumId w:val="18"/>
  </w:num>
  <w:num w:numId="48" w16cid:durableId="282421370">
    <w:abstractNumId w:val="18"/>
    <w:lvlOverride w:ilvl="0">
      <w:startOverride w:val="1"/>
    </w:lvlOverride>
  </w:num>
  <w:num w:numId="49" w16cid:durableId="363792585">
    <w:abstractNumId w:val="8"/>
  </w:num>
  <w:num w:numId="50" w16cid:durableId="135949636">
    <w:abstractNumId w:val="1"/>
  </w:num>
  <w:num w:numId="51" w16cid:durableId="672728494">
    <w:abstractNumId w:val="3"/>
  </w:num>
  <w:num w:numId="52" w16cid:durableId="981815643">
    <w:abstractNumId w:val="1"/>
    <w:lvlOverride w:ilvl="0">
      <w:startOverride w:val="1"/>
    </w:lvlOverride>
  </w:num>
  <w:num w:numId="53" w16cid:durableId="355889843">
    <w:abstractNumId w:val="1"/>
    <w:lvlOverride w:ilvl="0">
      <w:startOverride w:val="1"/>
    </w:lvlOverride>
  </w:num>
  <w:num w:numId="54" w16cid:durableId="1477843683">
    <w:abstractNumId w:val="1"/>
    <w:lvlOverride w:ilvl="0">
      <w:startOverride w:val="1"/>
    </w:lvlOverride>
  </w:num>
  <w:num w:numId="55" w16cid:durableId="1920363880">
    <w:abstractNumId w:val="1"/>
    <w:lvlOverride w:ilvl="0">
      <w:startOverride w:val="1"/>
    </w:lvlOverride>
  </w:num>
  <w:num w:numId="56" w16cid:durableId="1340811945">
    <w:abstractNumId w:val="13"/>
  </w:num>
  <w:num w:numId="57" w16cid:durableId="1857110824">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36FA"/>
    <w:rsid w:val="000854BE"/>
    <w:rsid w:val="00091CEA"/>
    <w:rsid w:val="000B15D3"/>
    <w:rsid w:val="000B2816"/>
    <w:rsid w:val="000B4EB8"/>
    <w:rsid w:val="000C40E5"/>
    <w:rsid w:val="000C41F2"/>
    <w:rsid w:val="000D22C4"/>
    <w:rsid w:val="000D27D1"/>
    <w:rsid w:val="000E0101"/>
    <w:rsid w:val="000E0B11"/>
    <w:rsid w:val="000E1A7F"/>
    <w:rsid w:val="000E21E4"/>
    <w:rsid w:val="000E331C"/>
    <w:rsid w:val="000E6D71"/>
    <w:rsid w:val="000F02D2"/>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FEC"/>
    <w:rsid w:val="00186780"/>
    <w:rsid w:val="00191449"/>
    <w:rsid w:val="00191F90"/>
    <w:rsid w:val="001A06CC"/>
    <w:rsid w:val="001B4678"/>
    <w:rsid w:val="001B4E74"/>
    <w:rsid w:val="001C524E"/>
    <w:rsid w:val="001C645F"/>
    <w:rsid w:val="001D3D61"/>
    <w:rsid w:val="001E3C56"/>
    <w:rsid w:val="001E678E"/>
    <w:rsid w:val="001E68DC"/>
    <w:rsid w:val="001F20C0"/>
    <w:rsid w:val="001F34A6"/>
    <w:rsid w:val="001F3ED3"/>
    <w:rsid w:val="00205545"/>
    <w:rsid w:val="002071BB"/>
    <w:rsid w:val="00207DF5"/>
    <w:rsid w:val="00215AF3"/>
    <w:rsid w:val="0023464E"/>
    <w:rsid w:val="00235D7C"/>
    <w:rsid w:val="00240B81"/>
    <w:rsid w:val="00244767"/>
    <w:rsid w:val="00245C9C"/>
    <w:rsid w:val="00247D01"/>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3A6"/>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834A4"/>
    <w:rsid w:val="003907DF"/>
    <w:rsid w:val="00390B54"/>
    <w:rsid w:val="0039276A"/>
    <w:rsid w:val="00392EB6"/>
    <w:rsid w:val="00394C56"/>
    <w:rsid w:val="003956C6"/>
    <w:rsid w:val="00395DFA"/>
    <w:rsid w:val="003A1246"/>
    <w:rsid w:val="003A1F7A"/>
    <w:rsid w:val="003C33F2"/>
    <w:rsid w:val="003C5EBD"/>
    <w:rsid w:val="003D756E"/>
    <w:rsid w:val="003E420D"/>
    <w:rsid w:val="003E4C13"/>
    <w:rsid w:val="004001A6"/>
    <w:rsid w:val="00403788"/>
    <w:rsid w:val="004078F3"/>
    <w:rsid w:val="004153A3"/>
    <w:rsid w:val="004220DE"/>
    <w:rsid w:val="0042532F"/>
    <w:rsid w:val="00427794"/>
    <w:rsid w:val="00432CCA"/>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3080"/>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3A9B"/>
    <w:rsid w:val="007541A2"/>
    <w:rsid w:val="00755818"/>
    <w:rsid w:val="007610BA"/>
    <w:rsid w:val="0076286B"/>
    <w:rsid w:val="00766846"/>
    <w:rsid w:val="0077673A"/>
    <w:rsid w:val="007846E1"/>
    <w:rsid w:val="007847D6"/>
    <w:rsid w:val="007A172F"/>
    <w:rsid w:val="007A5172"/>
    <w:rsid w:val="007A67A0"/>
    <w:rsid w:val="007B065A"/>
    <w:rsid w:val="007B37D3"/>
    <w:rsid w:val="007B570C"/>
    <w:rsid w:val="007D05EA"/>
    <w:rsid w:val="007D4C3D"/>
    <w:rsid w:val="007D6B63"/>
    <w:rsid w:val="007D7136"/>
    <w:rsid w:val="007E3368"/>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0260"/>
    <w:rsid w:val="00893F8A"/>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2F5"/>
    <w:rsid w:val="009219EE"/>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020"/>
    <w:rsid w:val="009F53C5"/>
    <w:rsid w:val="00A00B0E"/>
    <w:rsid w:val="00A018CF"/>
    <w:rsid w:val="00A03A50"/>
    <w:rsid w:val="00A054A8"/>
    <w:rsid w:val="00A0740E"/>
    <w:rsid w:val="00A318A8"/>
    <w:rsid w:val="00A45DB9"/>
    <w:rsid w:val="00A4646B"/>
    <w:rsid w:val="00A50641"/>
    <w:rsid w:val="00A530BF"/>
    <w:rsid w:val="00A6177B"/>
    <w:rsid w:val="00A62627"/>
    <w:rsid w:val="00A6366F"/>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3136"/>
    <w:rsid w:val="00B97CC3"/>
    <w:rsid w:val="00BA0EBA"/>
    <w:rsid w:val="00BA49CC"/>
    <w:rsid w:val="00BC05F2"/>
    <w:rsid w:val="00BC06C4"/>
    <w:rsid w:val="00BC4F23"/>
    <w:rsid w:val="00BD7E91"/>
    <w:rsid w:val="00BD7F0D"/>
    <w:rsid w:val="00BE6657"/>
    <w:rsid w:val="00BF47B2"/>
    <w:rsid w:val="00BF5233"/>
    <w:rsid w:val="00BF5650"/>
    <w:rsid w:val="00BF6DA5"/>
    <w:rsid w:val="00C0031D"/>
    <w:rsid w:val="00C02D0A"/>
    <w:rsid w:val="00C03A6E"/>
    <w:rsid w:val="00C04223"/>
    <w:rsid w:val="00C07D2F"/>
    <w:rsid w:val="00C226C0"/>
    <w:rsid w:val="00C33406"/>
    <w:rsid w:val="00C42FE6"/>
    <w:rsid w:val="00C44F6A"/>
    <w:rsid w:val="00C6198E"/>
    <w:rsid w:val="00C629F8"/>
    <w:rsid w:val="00C64271"/>
    <w:rsid w:val="00C708EA"/>
    <w:rsid w:val="00C732F0"/>
    <w:rsid w:val="00C778A5"/>
    <w:rsid w:val="00C8140E"/>
    <w:rsid w:val="00C82D1D"/>
    <w:rsid w:val="00C83150"/>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4790"/>
    <w:rsid w:val="00D36EA0"/>
    <w:rsid w:val="00D4108E"/>
    <w:rsid w:val="00D435C3"/>
    <w:rsid w:val="00D51B47"/>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17294"/>
    <w:rsid w:val="00E26D68"/>
    <w:rsid w:val="00E33F32"/>
    <w:rsid w:val="00E37BAF"/>
    <w:rsid w:val="00E416CF"/>
    <w:rsid w:val="00E41EEA"/>
    <w:rsid w:val="00E43960"/>
    <w:rsid w:val="00E44045"/>
    <w:rsid w:val="00E46253"/>
    <w:rsid w:val="00E618C4"/>
    <w:rsid w:val="00E634B0"/>
    <w:rsid w:val="00E71E40"/>
    <w:rsid w:val="00E72324"/>
    <w:rsid w:val="00E878EE"/>
    <w:rsid w:val="00EA61D3"/>
    <w:rsid w:val="00EA6EC7"/>
    <w:rsid w:val="00EB104F"/>
    <w:rsid w:val="00EB39D8"/>
    <w:rsid w:val="00EB46E5"/>
    <w:rsid w:val="00EC11FF"/>
    <w:rsid w:val="00EC1B78"/>
    <w:rsid w:val="00EC29F8"/>
    <w:rsid w:val="00EC63FF"/>
    <w:rsid w:val="00ED14BD"/>
    <w:rsid w:val="00ED6749"/>
    <w:rsid w:val="00EE2120"/>
    <w:rsid w:val="00EF067C"/>
    <w:rsid w:val="00EF3412"/>
    <w:rsid w:val="00EF402D"/>
    <w:rsid w:val="00EF521A"/>
    <w:rsid w:val="00EF5716"/>
    <w:rsid w:val="00F016C7"/>
    <w:rsid w:val="00F03F18"/>
    <w:rsid w:val="00F12DEC"/>
    <w:rsid w:val="00F1715C"/>
    <w:rsid w:val="00F220AB"/>
    <w:rsid w:val="00F310F8"/>
    <w:rsid w:val="00F3369D"/>
    <w:rsid w:val="00F34DA1"/>
    <w:rsid w:val="00F35939"/>
    <w:rsid w:val="00F4342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zaboR@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nekS@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VanekS@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k@spravazelezni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IDFont+F2">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9234D"/>
    <w:rsid w:val="000A6048"/>
    <w:rsid w:val="000F6778"/>
    <w:rsid w:val="00113B62"/>
    <w:rsid w:val="001258DC"/>
    <w:rsid w:val="00150E54"/>
    <w:rsid w:val="00155B79"/>
    <w:rsid w:val="001C31D8"/>
    <w:rsid w:val="001E68DC"/>
    <w:rsid w:val="001F2DA6"/>
    <w:rsid w:val="001F3ED3"/>
    <w:rsid w:val="00244589"/>
    <w:rsid w:val="002B0162"/>
    <w:rsid w:val="002B43E4"/>
    <w:rsid w:val="002B5AF1"/>
    <w:rsid w:val="002C660C"/>
    <w:rsid w:val="003521B0"/>
    <w:rsid w:val="00385034"/>
    <w:rsid w:val="00386457"/>
    <w:rsid w:val="003B7884"/>
    <w:rsid w:val="003E0351"/>
    <w:rsid w:val="00403A33"/>
    <w:rsid w:val="00435807"/>
    <w:rsid w:val="0043688D"/>
    <w:rsid w:val="00490071"/>
    <w:rsid w:val="004A262A"/>
    <w:rsid w:val="004E2DA3"/>
    <w:rsid w:val="004E4EFA"/>
    <w:rsid w:val="005068A7"/>
    <w:rsid w:val="005E70DB"/>
    <w:rsid w:val="0060601F"/>
    <w:rsid w:val="006A67FF"/>
    <w:rsid w:val="006C4176"/>
    <w:rsid w:val="006F5459"/>
    <w:rsid w:val="00726B85"/>
    <w:rsid w:val="00750732"/>
    <w:rsid w:val="00753A9B"/>
    <w:rsid w:val="00773106"/>
    <w:rsid w:val="0077390E"/>
    <w:rsid w:val="007758DB"/>
    <w:rsid w:val="007A0A06"/>
    <w:rsid w:val="007D0BE3"/>
    <w:rsid w:val="007E3368"/>
    <w:rsid w:val="00802EFB"/>
    <w:rsid w:val="00891D55"/>
    <w:rsid w:val="008A3E2F"/>
    <w:rsid w:val="00936721"/>
    <w:rsid w:val="00961D69"/>
    <w:rsid w:val="00992E48"/>
    <w:rsid w:val="009C6045"/>
    <w:rsid w:val="009E6938"/>
    <w:rsid w:val="009E73AC"/>
    <w:rsid w:val="00A00B0E"/>
    <w:rsid w:val="00A363DE"/>
    <w:rsid w:val="00A4646B"/>
    <w:rsid w:val="00A607EB"/>
    <w:rsid w:val="00AC2CA8"/>
    <w:rsid w:val="00BB192B"/>
    <w:rsid w:val="00BC4068"/>
    <w:rsid w:val="00C1680D"/>
    <w:rsid w:val="00C60C5E"/>
    <w:rsid w:val="00C62523"/>
    <w:rsid w:val="00C82D1D"/>
    <w:rsid w:val="00CF29AD"/>
    <w:rsid w:val="00D30870"/>
    <w:rsid w:val="00D35307"/>
    <w:rsid w:val="00D93F65"/>
    <w:rsid w:val="00DD3738"/>
    <w:rsid w:val="00E15339"/>
    <w:rsid w:val="00EB39D8"/>
    <w:rsid w:val="00EC29F8"/>
    <w:rsid w:val="00EF5B82"/>
    <w:rsid w:val="00F162F5"/>
    <w:rsid w:val="00F3369D"/>
    <w:rsid w:val="00F43429"/>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2.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VTP_nové_logo-5</Template>
  <TotalTime>1</TotalTime>
  <Pages>15</Pages>
  <Words>6098</Words>
  <Characters>35983</Characters>
  <Application>Microsoft Office Word</Application>
  <DocSecurity>0</DocSecurity>
  <Lines>299</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2019-07-24T06:01:00Z</cp:lastPrinted>
  <dcterms:created xsi:type="dcterms:W3CDTF">2025-06-06T08:16:00Z</dcterms:created>
  <dcterms:modified xsi:type="dcterms:W3CDTF">2025-06-06T08:16:00Z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